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F3AFDC1-3EC2-4860-8C12-FF5257E6983D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